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59B" w:rsidRDefault="00B4759B" w:rsidP="00394A1A">
      <w:pPr>
        <w:tabs>
          <w:tab w:val="left" w:pos="1761"/>
        </w:tabs>
        <w:spacing w:after="120"/>
        <w:jc w:val="right"/>
        <w:rPr>
          <w:b/>
        </w:rPr>
      </w:pPr>
      <w:r>
        <w:rPr>
          <w:b/>
        </w:rPr>
        <w:t>ALLEGATO 1</w:t>
      </w:r>
    </w:p>
    <w:p w:rsidR="00B4759B" w:rsidRDefault="00B4759B" w:rsidP="00066DFB">
      <w:pPr>
        <w:tabs>
          <w:tab w:val="left" w:pos="1761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DOMANDA DI PARTECIPAZIONE AL BANDO</w:t>
      </w:r>
    </w:p>
    <w:p w:rsidR="00B4759B" w:rsidRDefault="00B4759B" w:rsidP="00066DFB">
      <w:pPr>
        <w:tabs>
          <w:tab w:val="left" w:pos="1761"/>
        </w:tabs>
        <w:jc w:val="center"/>
        <w:rPr>
          <w:rFonts w:ascii="Arial" w:hAnsi="Arial"/>
          <w:b/>
          <w:sz w:val="22"/>
        </w:rPr>
      </w:pPr>
    </w:p>
    <w:p w:rsidR="00B4759B" w:rsidRDefault="00B4759B" w:rsidP="00066DFB">
      <w:pPr>
        <w:jc w:val="right"/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  <w:t>Al Dirigente Scolastico</w:t>
      </w:r>
    </w:p>
    <w:p w:rsidR="00B4759B" w:rsidRDefault="00B4759B" w:rsidP="00066DFB">
      <w:pPr>
        <w:jc w:val="right"/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  <w:t>dell’Istituto Comprensivo“Giovanni XXIII”</w:t>
      </w:r>
    </w:p>
    <w:p w:rsidR="00B4759B" w:rsidRDefault="00B4759B" w:rsidP="00066DFB">
      <w:pPr>
        <w:jc w:val="right"/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  <w:t>Acireale (CT)</w:t>
      </w:r>
    </w:p>
    <w:p w:rsidR="00B4759B" w:rsidRDefault="00B4759B" w:rsidP="00066DFB">
      <w:pPr>
        <w:tabs>
          <w:tab w:val="left" w:pos="1761"/>
        </w:tabs>
        <w:ind w:firstLine="708"/>
        <w:jc w:val="right"/>
        <w:rPr>
          <w:sz w:val="16"/>
        </w:rPr>
      </w:pPr>
    </w:p>
    <w:p w:rsidR="00B4759B" w:rsidRDefault="00B4759B" w:rsidP="00066DFB">
      <w:pPr>
        <w:tabs>
          <w:tab w:val="left" w:pos="1761"/>
        </w:tabs>
        <w:rPr>
          <w:b/>
          <w:sz w:val="16"/>
        </w:rPr>
      </w:pPr>
      <w:r>
        <w:rPr>
          <w:b/>
          <w:sz w:val="16"/>
        </w:rPr>
        <w:tab/>
        <w:t xml:space="preserve">   </w:t>
      </w:r>
    </w:p>
    <w:p w:rsidR="00B4759B" w:rsidRDefault="00B4759B" w:rsidP="00066DFB">
      <w:pPr>
        <w:tabs>
          <w:tab w:val="left" w:pos="1761"/>
        </w:tabs>
        <w:spacing w:after="120" w:line="360" w:lineRule="auto"/>
        <w:rPr>
          <w:sz w:val="22"/>
          <w:szCs w:val="22"/>
        </w:rPr>
      </w:pPr>
      <w:r w:rsidRPr="00B5798B">
        <w:rPr>
          <w:sz w:val="22"/>
          <w:szCs w:val="22"/>
        </w:rPr>
        <w:t>__l__ sottoscritt ____________________, nat __ a ________________________ il___/____/____, residente in __________________________ (prov. ___ ), via _______________________  n. ____, CAP__________ codice fiscale____</w:t>
      </w:r>
      <w:r>
        <w:rPr>
          <w:sz w:val="22"/>
          <w:szCs w:val="22"/>
        </w:rPr>
        <w:t>_____________</w:t>
      </w:r>
      <w:r w:rsidRPr="00B5798B">
        <w:rPr>
          <w:sz w:val="22"/>
          <w:szCs w:val="22"/>
        </w:rPr>
        <w:t>_____________________tel.__</w:t>
      </w:r>
      <w:r>
        <w:rPr>
          <w:sz w:val="22"/>
          <w:szCs w:val="22"/>
        </w:rPr>
        <w:t>___________________</w:t>
      </w:r>
      <w:r w:rsidRPr="00B5798B">
        <w:rPr>
          <w:sz w:val="22"/>
          <w:szCs w:val="22"/>
        </w:rPr>
        <w:t>___</w:t>
      </w:r>
      <w:r>
        <w:rPr>
          <w:sz w:val="22"/>
          <w:szCs w:val="22"/>
        </w:rPr>
        <w:t>____</w:t>
      </w:r>
      <w:r w:rsidRPr="00B5798B">
        <w:rPr>
          <w:sz w:val="22"/>
          <w:szCs w:val="22"/>
        </w:rPr>
        <w:t>________ E-mail_____________________</w:t>
      </w:r>
      <w:r>
        <w:rPr>
          <w:sz w:val="22"/>
          <w:szCs w:val="22"/>
        </w:rPr>
        <w:t>_________</w:t>
      </w:r>
      <w:r w:rsidRPr="00B5798B">
        <w:rPr>
          <w:sz w:val="22"/>
          <w:szCs w:val="22"/>
        </w:rPr>
        <w:t>_____</w:t>
      </w:r>
    </w:p>
    <w:p w:rsidR="00B4759B" w:rsidRPr="004F4CFA" w:rsidRDefault="00B4759B" w:rsidP="004F4CFA">
      <w:pPr>
        <w:pStyle w:val="Default"/>
        <w:spacing w:after="120"/>
        <w:jc w:val="center"/>
        <w:rPr>
          <w:b/>
        </w:rPr>
      </w:pPr>
      <w:r w:rsidRPr="004F4CFA">
        <w:rPr>
          <w:b/>
        </w:rPr>
        <w:t>C H I E D E</w:t>
      </w:r>
    </w:p>
    <w:p w:rsidR="00B4759B" w:rsidRPr="00B5798B" w:rsidRDefault="00B4759B" w:rsidP="004F4CFA">
      <w:pPr>
        <w:tabs>
          <w:tab w:val="left" w:pos="1761"/>
        </w:tabs>
        <w:spacing w:after="120"/>
        <w:rPr>
          <w:sz w:val="22"/>
          <w:szCs w:val="22"/>
        </w:rPr>
      </w:pPr>
      <w:r w:rsidRPr="004F4CFA">
        <w:rPr>
          <w:sz w:val="22"/>
          <w:szCs w:val="22"/>
        </w:rPr>
        <w:t>in riferimento al Bando per il reclutamento di ESPERTI  ESTERNI  PON</w:t>
      </w:r>
      <w:r>
        <w:rPr>
          <w:sz w:val="22"/>
          <w:szCs w:val="22"/>
        </w:rPr>
        <w:t>,</w:t>
      </w:r>
      <w:r>
        <w:rPr>
          <w:sz w:val="23"/>
          <w:szCs w:val="23"/>
        </w:rPr>
        <w:t xml:space="preserve"> di partecipare alla selezione per il seguente modulo (barrare una sola lettera):</w:t>
      </w: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95"/>
        <w:gridCol w:w="9026"/>
      </w:tblGrid>
      <w:tr w:rsidR="00B4759B" w:rsidRPr="0013239B" w:rsidTr="004F4CFA">
        <w:trPr>
          <w:trHeight w:val="290"/>
          <w:jc w:val="center"/>
        </w:trPr>
        <w:tc>
          <w:tcPr>
            <w:tcW w:w="595" w:type="dxa"/>
            <w:vAlign w:val="center"/>
          </w:tcPr>
          <w:p w:rsidR="00B4759B" w:rsidRPr="0013239B" w:rsidRDefault="00B4759B" w:rsidP="004F4CFA">
            <w:pPr>
              <w:tabs>
                <w:tab w:val="left" w:pos="1761"/>
              </w:tabs>
              <w:jc w:val="center"/>
            </w:pPr>
            <w:r w:rsidRPr="0013239B">
              <w:t>A</w:t>
            </w:r>
          </w:p>
        </w:tc>
        <w:tc>
          <w:tcPr>
            <w:tcW w:w="9026" w:type="dxa"/>
            <w:vAlign w:val="center"/>
          </w:tcPr>
          <w:p w:rsidR="00B4759B" w:rsidRPr="0013239B" w:rsidRDefault="00B4759B" w:rsidP="00C82B47">
            <w:pPr>
              <w:autoSpaceDE w:val="0"/>
              <w:autoSpaceDN w:val="0"/>
              <w:adjustRightInd w:val="0"/>
            </w:pPr>
            <w:r w:rsidRPr="0013239B">
              <w:t>QUANTA STORIA IN UN BICCHIERE D'ACQUA! (alunni scuola primaria)</w:t>
            </w:r>
          </w:p>
        </w:tc>
      </w:tr>
      <w:tr w:rsidR="00B4759B" w:rsidRPr="0013239B" w:rsidTr="00D8616F">
        <w:trPr>
          <w:trHeight w:val="290"/>
          <w:jc w:val="center"/>
        </w:trPr>
        <w:tc>
          <w:tcPr>
            <w:tcW w:w="595" w:type="dxa"/>
            <w:vAlign w:val="center"/>
          </w:tcPr>
          <w:p w:rsidR="00B4759B" w:rsidRPr="0013239B" w:rsidRDefault="00B4759B" w:rsidP="004F4CFA">
            <w:pPr>
              <w:tabs>
                <w:tab w:val="left" w:pos="1761"/>
              </w:tabs>
              <w:jc w:val="center"/>
            </w:pPr>
            <w:r w:rsidRPr="0013239B">
              <w:t>B</w:t>
            </w:r>
          </w:p>
        </w:tc>
        <w:tc>
          <w:tcPr>
            <w:tcW w:w="9026" w:type="dxa"/>
            <w:vAlign w:val="center"/>
          </w:tcPr>
          <w:p w:rsidR="00B4759B" w:rsidRPr="0013239B" w:rsidRDefault="00B4759B" w:rsidP="004C17FE">
            <w:r w:rsidRPr="0013239B">
              <w:t>L'ACQUA UN BENE DA TUTELARE (alunni scuola secondaria di 1° grado)</w:t>
            </w:r>
          </w:p>
        </w:tc>
      </w:tr>
      <w:tr w:rsidR="00B4759B" w:rsidRPr="0013239B" w:rsidTr="00D8616F">
        <w:trPr>
          <w:trHeight w:val="290"/>
          <w:jc w:val="center"/>
        </w:trPr>
        <w:tc>
          <w:tcPr>
            <w:tcW w:w="595" w:type="dxa"/>
            <w:vAlign w:val="center"/>
          </w:tcPr>
          <w:p w:rsidR="00B4759B" w:rsidRPr="0013239B" w:rsidRDefault="00B4759B" w:rsidP="004F4CFA">
            <w:pPr>
              <w:tabs>
                <w:tab w:val="left" w:pos="1761"/>
              </w:tabs>
              <w:jc w:val="center"/>
            </w:pPr>
            <w:r w:rsidRPr="0013239B">
              <w:t>C</w:t>
            </w:r>
          </w:p>
        </w:tc>
        <w:tc>
          <w:tcPr>
            <w:tcW w:w="9026" w:type="dxa"/>
            <w:vAlign w:val="center"/>
          </w:tcPr>
          <w:p w:rsidR="00B4759B" w:rsidRPr="0013239B" w:rsidRDefault="00B4759B" w:rsidP="00C82B47">
            <w:pPr>
              <w:autoSpaceDE w:val="0"/>
              <w:autoSpaceDN w:val="0"/>
              <w:adjustRightInd w:val="0"/>
            </w:pPr>
            <w:r w:rsidRPr="0013239B">
              <w:t>PC PER TUTTI (PREPARAZIONE PER ESAMI) (docenti e personale ATA della scuola)</w:t>
            </w:r>
          </w:p>
        </w:tc>
      </w:tr>
      <w:tr w:rsidR="00B4759B" w:rsidRPr="0013239B" w:rsidTr="00D8616F">
        <w:trPr>
          <w:trHeight w:val="290"/>
          <w:jc w:val="center"/>
        </w:trPr>
        <w:tc>
          <w:tcPr>
            <w:tcW w:w="595" w:type="dxa"/>
            <w:vAlign w:val="center"/>
          </w:tcPr>
          <w:p w:rsidR="00B4759B" w:rsidRPr="0013239B" w:rsidRDefault="00B4759B" w:rsidP="004F4CFA">
            <w:pPr>
              <w:tabs>
                <w:tab w:val="left" w:pos="1761"/>
              </w:tabs>
              <w:jc w:val="center"/>
            </w:pPr>
            <w:r w:rsidRPr="0013239B">
              <w:t>D</w:t>
            </w:r>
          </w:p>
        </w:tc>
        <w:tc>
          <w:tcPr>
            <w:tcW w:w="9026" w:type="dxa"/>
            <w:vAlign w:val="center"/>
          </w:tcPr>
          <w:p w:rsidR="00B4759B" w:rsidRPr="0013239B" w:rsidRDefault="00B4759B" w:rsidP="001A2EC6">
            <w:pPr>
              <w:autoSpaceDE w:val="0"/>
              <w:autoSpaceDN w:val="0"/>
              <w:adjustRightInd w:val="0"/>
            </w:pPr>
            <w:r w:rsidRPr="0013239B">
              <w:t>LABORATORIO DI CUCITO: ARTE E CULTURA SICILIANA (genitori degli alunni)</w:t>
            </w:r>
          </w:p>
        </w:tc>
      </w:tr>
      <w:tr w:rsidR="00B4759B" w:rsidRPr="0013239B" w:rsidTr="00D8616F">
        <w:trPr>
          <w:trHeight w:val="290"/>
          <w:jc w:val="center"/>
        </w:trPr>
        <w:tc>
          <w:tcPr>
            <w:tcW w:w="595" w:type="dxa"/>
            <w:vAlign w:val="center"/>
          </w:tcPr>
          <w:p w:rsidR="00B4759B" w:rsidRPr="0013239B" w:rsidRDefault="00B4759B" w:rsidP="004F4CFA">
            <w:pPr>
              <w:tabs>
                <w:tab w:val="left" w:pos="1761"/>
              </w:tabs>
              <w:jc w:val="center"/>
            </w:pPr>
            <w:r w:rsidRPr="0013239B">
              <w:t>E</w:t>
            </w:r>
          </w:p>
        </w:tc>
        <w:tc>
          <w:tcPr>
            <w:tcW w:w="9026" w:type="dxa"/>
            <w:vAlign w:val="center"/>
          </w:tcPr>
          <w:p w:rsidR="00B4759B" w:rsidRPr="0013239B" w:rsidRDefault="00B4759B" w:rsidP="004C17FE">
            <w:r w:rsidRPr="0013239B">
              <w:t>DANZA: CULTURA E FOLKLORE (alunni scuola secondaria di 1° grado)</w:t>
            </w:r>
          </w:p>
        </w:tc>
      </w:tr>
      <w:tr w:rsidR="00B4759B" w:rsidRPr="0013239B" w:rsidTr="00D8616F">
        <w:trPr>
          <w:trHeight w:val="290"/>
          <w:jc w:val="center"/>
        </w:trPr>
        <w:tc>
          <w:tcPr>
            <w:tcW w:w="595" w:type="dxa"/>
            <w:vAlign w:val="center"/>
          </w:tcPr>
          <w:p w:rsidR="00B4759B" w:rsidRPr="0013239B" w:rsidRDefault="00B4759B" w:rsidP="004F4CFA">
            <w:pPr>
              <w:tabs>
                <w:tab w:val="left" w:pos="1761"/>
              </w:tabs>
              <w:jc w:val="center"/>
            </w:pPr>
            <w:r w:rsidRPr="0013239B">
              <w:t>F</w:t>
            </w:r>
          </w:p>
        </w:tc>
        <w:tc>
          <w:tcPr>
            <w:tcW w:w="9026" w:type="dxa"/>
            <w:vAlign w:val="center"/>
          </w:tcPr>
          <w:p w:rsidR="00B4759B" w:rsidRPr="0013239B" w:rsidRDefault="00B4759B" w:rsidP="001A2EC6">
            <w:pPr>
              <w:autoSpaceDE w:val="0"/>
              <w:autoSpaceDN w:val="0"/>
              <w:adjustRightInd w:val="0"/>
            </w:pPr>
            <w:r w:rsidRPr="0013239B">
              <w:t>CREARE E MANIPOLARE CON FANTASIA (alunni scuola primaria)</w:t>
            </w:r>
          </w:p>
        </w:tc>
      </w:tr>
      <w:tr w:rsidR="00B4759B" w:rsidRPr="0013239B" w:rsidTr="00D8616F">
        <w:trPr>
          <w:trHeight w:val="290"/>
          <w:jc w:val="center"/>
        </w:trPr>
        <w:tc>
          <w:tcPr>
            <w:tcW w:w="595" w:type="dxa"/>
            <w:vAlign w:val="center"/>
          </w:tcPr>
          <w:p w:rsidR="00B4759B" w:rsidRPr="0013239B" w:rsidRDefault="00B4759B" w:rsidP="004F4CFA">
            <w:pPr>
              <w:tabs>
                <w:tab w:val="left" w:pos="1761"/>
              </w:tabs>
              <w:jc w:val="center"/>
            </w:pPr>
            <w:r w:rsidRPr="0013239B">
              <w:t>G</w:t>
            </w:r>
          </w:p>
        </w:tc>
        <w:tc>
          <w:tcPr>
            <w:tcW w:w="9026" w:type="dxa"/>
            <w:vAlign w:val="center"/>
          </w:tcPr>
          <w:p w:rsidR="00B4759B" w:rsidRPr="0013239B" w:rsidRDefault="00B4759B" w:rsidP="004C17FE">
            <w:r w:rsidRPr="0013239B">
              <w:t>SULLE NOTE DEL PC (alunni scuola secondaria di 1° grado)</w:t>
            </w:r>
          </w:p>
        </w:tc>
      </w:tr>
    </w:tbl>
    <w:p w:rsidR="00B4759B" w:rsidRPr="00B5798B" w:rsidRDefault="00B4759B" w:rsidP="00066DFB">
      <w:pPr>
        <w:tabs>
          <w:tab w:val="left" w:pos="1761"/>
        </w:tabs>
        <w:rPr>
          <w:sz w:val="22"/>
          <w:szCs w:val="22"/>
        </w:rPr>
      </w:pPr>
    </w:p>
    <w:p w:rsidR="00B4759B" w:rsidRPr="0013239B" w:rsidRDefault="00B4759B" w:rsidP="006768AA">
      <w:pPr>
        <w:pStyle w:val="Default"/>
        <w:jc w:val="both"/>
        <w:rPr>
          <w:sz w:val="22"/>
          <w:szCs w:val="22"/>
        </w:rPr>
      </w:pPr>
      <w:r w:rsidRPr="0013239B">
        <w:rPr>
          <w:sz w:val="22"/>
          <w:szCs w:val="22"/>
        </w:rPr>
        <w:t xml:space="preserve">A tal fine dichiara sotto la propria responsabilità di essere (barrare  la voce che interessa):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94"/>
        <w:gridCol w:w="9012"/>
      </w:tblGrid>
      <w:tr w:rsidR="00B4759B" w:rsidRPr="00056F3E" w:rsidTr="00394A1A">
        <w:trPr>
          <w:trHeight w:val="284"/>
          <w:jc w:val="center"/>
        </w:trPr>
        <w:tc>
          <w:tcPr>
            <w:tcW w:w="594" w:type="dxa"/>
            <w:vAlign w:val="center"/>
          </w:tcPr>
          <w:p w:rsidR="00B4759B" w:rsidRPr="00056F3E" w:rsidRDefault="00B4759B" w:rsidP="00DD2B89">
            <w:pPr>
              <w:tabs>
                <w:tab w:val="left" w:pos="1761"/>
              </w:tabs>
              <w:jc w:val="both"/>
            </w:pPr>
          </w:p>
        </w:tc>
        <w:tc>
          <w:tcPr>
            <w:tcW w:w="9012" w:type="dxa"/>
            <w:vAlign w:val="center"/>
          </w:tcPr>
          <w:p w:rsidR="00B4759B" w:rsidRPr="00056F3E" w:rsidRDefault="00B4759B" w:rsidP="00DD2B89">
            <w:pPr>
              <w:tabs>
                <w:tab w:val="left" w:pos="1761"/>
              </w:tabs>
              <w:jc w:val="both"/>
            </w:pPr>
            <w:r w:rsidRPr="00056F3E">
              <w:t>dipendente della P.A. (specificare)</w:t>
            </w:r>
          </w:p>
        </w:tc>
      </w:tr>
      <w:tr w:rsidR="00B4759B" w:rsidRPr="00056F3E" w:rsidTr="00394A1A">
        <w:trPr>
          <w:trHeight w:val="284"/>
          <w:jc w:val="center"/>
        </w:trPr>
        <w:tc>
          <w:tcPr>
            <w:tcW w:w="594" w:type="dxa"/>
            <w:vAlign w:val="center"/>
          </w:tcPr>
          <w:p w:rsidR="00B4759B" w:rsidRPr="00056F3E" w:rsidRDefault="00B4759B" w:rsidP="00DD2B89">
            <w:pPr>
              <w:tabs>
                <w:tab w:val="left" w:pos="1761"/>
              </w:tabs>
              <w:jc w:val="both"/>
            </w:pPr>
          </w:p>
        </w:tc>
        <w:tc>
          <w:tcPr>
            <w:tcW w:w="9012" w:type="dxa"/>
            <w:vAlign w:val="center"/>
          </w:tcPr>
          <w:p w:rsidR="00B4759B" w:rsidRPr="00056F3E" w:rsidRDefault="00B4759B" w:rsidP="00394A1A">
            <w:pPr>
              <w:tabs>
                <w:tab w:val="left" w:pos="1761"/>
              </w:tabs>
              <w:jc w:val="both"/>
            </w:pPr>
            <w:r w:rsidRPr="00056F3E">
              <w:t>dipendente di alta amministrazione.(specificare)</w:t>
            </w:r>
          </w:p>
        </w:tc>
      </w:tr>
      <w:tr w:rsidR="00B4759B" w:rsidRPr="00056F3E" w:rsidTr="00394A1A">
        <w:trPr>
          <w:trHeight w:val="284"/>
          <w:jc w:val="center"/>
        </w:trPr>
        <w:tc>
          <w:tcPr>
            <w:tcW w:w="594" w:type="dxa"/>
            <w:vAlign w:val="center"/>
          </w:tcPr>
          <w:p w:rsidR="00B4759B" w:rsidRPr="00056F3E" w:rsidRDefault="00B4759B" w:rsidP="00DD2B89">
            <w:pPr>
              <w:tabs>
                <w:tab w:val="left" w:pos="1761"/>
              </w:tabs>
              <w:jc w:val="both"/>
            </w:pPr>
          </w:p>
        </w:tc>
        <w:tc>
          <w:tcPr>
            <w:tcW w:w="9012" w:type="dxa"/>
            <w:vAlign w:val="center"/>
          </w:tcPr>
          <w:p w:rsidR="00B4759B" w:rsidRPr="00056F3E" w:rsidRDefault="00B4759B" w:rsidP="00DD2B89">
            <w:pPr>
              <w:tabs>
                <w:tab w:val="left" w:pos="1761"/>
              </w:tabs>
              <w:jc w:val="both"/>
            </w:pPr>
            <w:r w:rsidRPr="00056F3E">
              <w:t>Altro (specificare)</w:t>
            </w:r>
          </w:p>
        </w:tc>
      </w:tr>
    </w:tbl>
    <w:p w:rsidR="00B4759B" w:rsidRDefault="00B4759B" w:rsidP="00066DFB">
      <w:pPr>
        <w:tabs>
          <w:tab w:val="left" w:pos="1761"/>
        </w:tabs>
        <w:jc w:val="center"/>
        <w:rPr>
          <w:b/>
          <w:sz w:val="22"/>
          <w:szCs w:val="22"/>
        </w:rPr>
      </w:pPr>
    </w:p>
    <w:p w:rsidR="00B4759B" w:rsidRPr="0013239B" w:rsidRDefault="00B4759B" w:rsidP="0013239B">
      <w:pPr>
        <w:tabs>
          <w:tab w:val="left" w:pos="1761"/>
        </w:tabs>
        <w:rPr>
          <w:sz w:val="22"/>
          <w:szCs w:val="22"/>
        </w:rPr>
      </w:pPr>
      <w:r w:rsidRPr="0013239B">
        <w:rPr>
          <w:sz w:val="22"/>
          <w:szCs w:val="22"/>
        </w:rPr>
        <w:t>Dichiara altresì:</w:t>
      </w:r>
    </w:p>
    <w:p w:rsidR="00B4759B" w:rsidRPr="0013239B" w:rsidRDefault="00B4759B" w:rsidP="0013239B">
      <w:pPr>
        <w:numPr>
          <w:ilvl w:val="0"/>
          <w:numId w:val="5"/>
        </w:numPr>
        <w:tabs>
          <w:tab w:val="clear" w:pos="780"/>
          <w:tab w:val="num" w:pos="426"/>
        </w:tabs>
        <w:ind w:left="426" w:hanging="426"/>
        <w:jc w:val="both"/>
        <w:rPr>
          <w:sz w:val="22"/>
          <w:szCs w:val="22"/>
        </w:rPr>
      </w:pPr>
      <w:r w:rsidRPr="0013239B">
        <w:rPr>
          <w:sz w:val="22"/>
          <w:szCs w:val="22"/>
        </w:rPr>
        <w:t>di essere in grado di utilizzare la piattaforma di gestione degli interventi sviluppata dall’ANSAS.</w:t>
      </w:r>
    </w:p>
    <w:p w:rsidR="00B4759B" w:rsidRPr="0013239B" w:rsidRDefault="00B4759B" w:rsidP="0013239B">
      <w:pPr>
        <w:numPr>
          <w:ilvl w:val="0"/>
          <w:numId w:val="5"/>
        </w:numPr>
        <w:tabs>
          <w:tab w:val="clear" w:pos="780"/>
          <w:tab w:val="num" w:pos="426"/>
        </w:tabs>
        <w:ind w:left="426" w:hanging="426"/>
        <w:jc w:val="both"/>
        <w:rPr>
          <w:sz w:val="22"/>
          <w:szCs w:val="22"/>
        </w:rPr>
      </w:pPr>
      <w:r w:rsidRPr="0013239B">
        <w:rPr>
          <w:sz w:val="22"/>
          <w:szCs w:val="22"/>
        </w:rPr>
        <w:t>di essere cittadino/a dell’U.E.</w:t>
      </w:r>
    </w:p>
    <w:p w:rsidR="00B4759B" w:rsidRPr="0013239B" w:rsidRDefault="00B4759B" w:rsidP="0013239B">
      <w:pPr>
        <w:tabs>
          <w:tab w:val="left" w:pos="1761"/>
        </w:tabs>
        <w:rPr>
          <w:sz w:val="22"/>
          <w:szCs w:val="22"/>
        </w:rPr>
      </w:pPr>
    </w:p>
    <w:p w:rsidR="00B4759B" w:rsidRPr="00B5798B" w:rsidRDefault="00B4759B" w:rsidP="00066DFB">
      <w:pPr>
        <w:tabs>
          <w:tab w:val="left" w:pos="1761"/>
        </w:tabs>
        <w:ind w:right="-140"/>
        <w:jc w:val="both"/>
        <w:rPr>
          <w:sz w:val="22"/>
          <w:szCs w:val="22"/>
        </w:rPr>
      </w:pPr>
      <w:r w:rsidRPr="00B5798B">
        <w:rPr>
          <w:color w:val="000000"/>
          <w:sz w:val="22"/>
          <w:szCs w:val="22"/>
        </w:rPr>
        <w:t>All’atto di presentazione della domanda il/la sottoscritto/a si dichiara disponibile ad accettare, in caso di nomina, i seguenti limiti negoziali:</w:t>
      </w:r>
    </w:p>
    <w:p w:rsidR="00B4759B" w:rsidRPr="00B5798B" w:rsidRDefault="00B4759B" w:rsidP="00066DFB">
      <w:pPr>
        <w:numPr>
          <w:ilvl w:val="0"/>
          <w:numId w:val="2"/>
        </w:numPr>
        <w:tabs>
          <w:tab w:val="left" w:pos="1761"/>
        </w:tabs>
        <w:ind w:right="-140"/>
        <w:jc w:val="both"/>
        <w:rPr>
          <w:sz w:val="22"/>
          <w:szCs w:val="22"/>
        </w:rPr>
      </w:pPr>
      <w:r w:rsidRPr="00B5798B">
        <w:rPr>
          <w:color w:val="000000"/>
          <w:sz w:val="22"/>
          <w:szCs w:val="22"/>
          <w:u w:val="single"/>
        </w:rPr>
        <w:t>Stipula di convenzione per eventuale struttura pubblica o agenzia</w:t>
      </w:r>
      <w:r w:rsidRPr="00B5798B">
        <w:rPr>
          <w:color w:val="000000"/>
          <w:sz w:val="22"/>
          <w:szCs w:val="22"/>
        </w:rPr>
        <w:t xml:space="preserve"> </w:t>
      </w:r>
      <w:r w:rsidRPr="00B5798B">
        <w:rPr>
          <w:sz w:val="22"/>
          <w:szCs w:val="22"/>
        </w:rPr>
        <w:t>/</w:t>
      </w:r>
      <w:r w:rsidRPr="00B5798B">
        <w:rPr>
          <w:color w:val="000000"/>
          <w:sz w:val="22"/>
          <w:szCs w:val="22"/>
          <w:u w:val="single"/>
        </w:rPr>
        <w:t>Stipula di apposito contratto individuale</w:t>
      </w:r>
      <w:r w:rsidRPr="00B5798B">
        <w:rPr>
          <w:i/>
          <w:color w:val="000000"/>
          <w:sz w:val="22"/>
          <w:szCs w:val="22"/>
        </w:rPr>
        <w:t xml:space="preserve"> </w:t>
      </w:r>
      <w:r w:rsidRPr="00B5798B">
        <w:rPr>
          <w:color w:val="000000"/>
          <w:sz w:val="22"/>
          <w:szCs w:val="22"/>
        </w:rPr>
        <w:t xml:space="preserve">con indicazione dettagliate delle attività e compiti da svolgere e autodichiarazione di </w:t>
      </w:r>
      <w:r w:rsidRPr="00B5798B">
        <w:rPr>
          <w:sz w:val="22"/>
          <w:szCs w:val="22"/>
        </w:rPr>
        <w:t>competenze specifiche nell’utilizzo di  pratiche d’insegnamento.</w:t>
      </w:r>
    </w:p>
    <w:p w:rsidR="00B4759B" w:rsidRPr="00B5798B" w:rsidRDefault="00B4759B" w:rsidP="00066DFB">
      <w:pPr>
        <w:numPr>
          <w:ilvl w:val="0"/>
          <w:numId w:val="1"/>
        </w:numPr>
        <w:tabs>
          <w:tab w:val="left" w:pos="1761"/>
        </w:tabs>
        <w:jc w:val="both"/>
        <w:rPr>
          <w:sz w:val="22"/>
          <w:szCs w:val="22"/>
        </w:rPr>
      </w:pPr>
      <w:r w:rsidRPr="00B5798B">
        <w:rPr>
          <w:color w:val="000000"/>
          <w:sz w:val="22"/>
          <w:szCs w:val="22"/>
        </w:rPr>
        <w:t xml:space="preserve">Impegno a svolgere le prestazioni </w:t>
      </w:r>
      <w:r w:rsidRPr="00B5798B">
        <w:rPr>
          <w:sz w:val="22"/>
          <w:szCs w:val="22"/>
        </w:rPr>
        <w:t xml:space="preserve">effettuando le ore previste dal progetto secondo la programmazione  prevista dall’istituzione scolastica </w:t>
      </w:r>
      <w:r w:rsidRPr="00B5798B">
        <w:rPr>
          <w:color w:val="000000"/>
          <w:sz w:val="22"/>
          <w:szCs w:val="22"/>
        </w:rPr>
        <w:t>secondo le modalità e i tempi previsti dal progetto.</w:t>
      </w:r>
    </w:p>
    <w:p w:rsidR="00B4759B" w:rsidRPr="0013239B" w:rsidRDefault="00B4759B" w:rsidP="00066DFB">
      <w:pPr>
        <w:numPr>
          <w:ilvl w:val="0"/>
          <w:numId w:val="1"/>
        </w:numPr>
        <w:tabs>
          <w:tab w:val="left" w:pos="1761"/>
        </w:tabs>
        <w:ind w:right="-140"/>
        <w:jc w:val="both"/>
        <w:rPr>
          <w:sz w:val="22"/>
          <w:szCs w:val="22"/>
        </w:rPr>
      </w:pPr>
      <w:r w:rsidRPr="00B5798B">
        <w:rPr>
          <w:color w:val="000000"/>
          <w:sz w:val="22"/>
          <w:szCs w:val="22"/>
        </w:rPr>
        <w:t>Impegno a</w:t>
      </w:r>
      <w:r>
        <w:rPr>
          <w:color w:val="000000"/>
          <w:sz w:val="22"/>
          <w:szCs w:val="22"/>
        </w:rPr>
        <w:t>d elaborare in sinergia al tutor d’aula</w:t>
      </w:r>
      <w:r w:rsidRPr="00B5798B">
        <w:rPr>
          <w:color w:val="000000"/>
          <w:sz w:val="22"/>
          <w:szCs w:val="22"/>
        </w:rPr>
        <w:t xml:space="preserve"> un </w:t>
      </w:r>
      <w:r>
        <w:rPr>
          <w:color w:val="000000"/>
          <w:sz w:val="22"/>
          <w:szCs w:val="22"/>
        </w:rPr>
        <w:t>dettagliato</w:t>
      </w:r>
      <w:r w:rsidRPr="00B5798B">
        <w:rPr>
          <w:color w:val="000000"/>
          <w:sz w:val="22"/>
          <w:szCs w:val="22"/>
        </w:rPr>
        <w:t xml:space="preserve"> piano progettuale coerente con i contenuti delle attività didattiche previste dal progetto</w:t>
      </w:r>
      <w:r>
        <w:rPr>
          <w:color w:val="000000"/>
          <w:sz w:val="22"/>
          <w:szCs w:val="22"/>
        </w:rPr>
        <w:t xml:space="preserve"> PON e con il POF dell’istituto.</w:t>
      </w:r>
    </w:p>
    <w:p w:rsidR="00B4759B" w:rsidRPr="00B5798B" w:rsidRDefault="00B4759B" w:rsidP="00066DFB">
      <w:pPr>
        <w:numPr>
          <w:ilvl w:val="0"/>
          <w:numId w:val="1"/>
        </w:numPr>
        <w:tabs>
          <w:tab w:val="left" w:pos="1761"/>
        </w:tabs>
        <w:ind w:right="-1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Impegno a presentare</w:t>
      </w:r>
      <w:r w:rsidRPr="00B5798B">
        <w:rPr>
          <w:color w:val="000000"/>
          <w:sz w:val="22"/>
          <w:szCs w:val="22"/>
        </w:rPr>
        <w:t xml:space="preserve"> un dettagliato report finale a conclusione delle </w:t>
      </w:r>
      <w:r>
        <w:rPr>
          <w:color w:val="000000"/>
          <w:sz w:val="22"/>
          <w:szCs w:val="22"/>
        </w:rPr>
        <w:t>attività didattiche</w:t>
      </w:r>
      <w:r w:rsidRPr="00B5798B">
        <w:rPr>
          <w:color w:val="000000"/>
          <w:sz w:val="22"/>
          <w:szCs w:val="22"/>
        </w:rPr>
        <w:t>.</w:t>
      </w:r>
    </w:p>
    <w:p w:rsidR="00B4759B" w:rsidRPr="00B5798B" w:rsidRDefault="00B4759B" w:rsidP="00066DFB">
      <w:pPr>
        <w:numPr>
          <w:ilvl w:val="0"/>
          <w:numId w:val="1"/>
        </w:numPr>
        <w:tabs>
          <w:tab w:val="left" w:pos="1761"/>
        </w:tabs>
        <w:ind w:right="-140"/>
        <w:jc w:val="both"/>
        <w:rPr>
          <w:sz w:val="22"/>
          <w:szCs w:val="22"/>
        </w:rPr>
      </w:pPr>
      <w:r w:rsidRPr="00B5798B">
        <w:rPr>
          <w:sz w:val="22"/>
          <w:szCs w:val="22"/>
        </w:rPr>
        <w:t>Rispetto di  quanto previsto dal bando di reclutamento e selezione</w:t>
      </w:r>
      <w:r>
        <w:rPr>
          <w:sz w:val="22"/>
          <w:szCs w:val="22"/>
        </w:rPr>
        <w:t>.</w:t>
      </w:r>
    </w:p>
    <w:p w:rsidR="00B4759B" w:rsidRDefault="00B4759B" w:rsidP="00394A1A">
      <w:pPr>
        <w:numPr>
          <w:ilvl w:val="0"/>
          <w:numId w:val="1"/>
        </w:numPr>
        <w:tabs>
          <w:tab w:val="left" w:pos="1761"/>
        </w:tabs>
        <w:spacing w:after="120"/>
        <w:ind w:left="357" w:hanging="357"/>
        <w:jc w:val="both"/>
        <w:rPr>
          <w:sz w:val="22"/>
          <w:szCs w:val="22"/>
        </w:rPr>
      </w:pPr>
      <w:r w:rsidRPr="00B5798B">
        <w:rPr>
          <w:sz w:val="22"/>
          <w:szCs w:val="22"/>
        </w:rPr>
        <w:t>Consenso al trattamento dei dati personali ai sensi del D. L. n. 196/03, solo per i fini istituzionali e necessari per l’espletamento delle procedure relative al progetto.</w:t>
      </w:r>
    </w:p>
    <w:p w:rsidR="00B4759B" w:rsidRDefault="00B4759B" w:rsidP="00066DFB">
      <w:pPr>
        <w:tabs>
          <w:tab w:val="left" w:pos="1761"/>
        </w:tabs>
        <w:jc w:val="both"/>
        <w:rPr>
          <w:sz w:val="22"/>
          <w:szCs w:val="22"/>
        </w:rPr>
      </w:pPr>
    </w:p>
    <w:p w:rsidR="00B4759B" w:rsidRPr="00A404D4" w:rsidRDefault="00B4759B" w:rsidP="00066DFB">
      <w:pPr>
        <w:tabs>
          <w:tab w:val="left" w:pos="1761"/>
        </w:tabs>
        <w:jc w:val="both"/>
        <w:rPr>
          <w:b/>
          <w:sz w:val="22"/>
          <w:szCs w:val="22"/>
        </w:rPr>
      </w:pPr>
      <w:r w:rsidRPr="00A404D4">
        <w:rPr>
          <w:b/>
          <w:sz w:val="22"/>
          <w:szCs w:val="22"/>
        </w:rPr>
        <w:t>Allega:</w:t>
      </w:r>
    </w:p>
    <w:p w:rsidR="00B4759B" w:rsidRDefault="00B4759B" w:rsidP="00066DFB">
      <w:pPr>
        <w:numPr>
          <w:ilvl w:val="0"/>
          <w:numId w:val="3"/>
        </w:numPr>
        <w:ind w:left="284" w:hanging="218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B5798B">
        <w:rPr>
          <w:sz w:val="22"/>
          <w:szCs w:val="22"/>
        </w:rPr>
        <w:t>urriculum p</w:t>
      </w:r>
      <w:r>
        <w:rPr>
          <w:sz w:val="22"/>
          <w:szCs w:val="22"/>
        </w:rPr>
        <w:t>rofessionale in formato europeo</w:t>
      </w:r>
    </w:p>
    <w:p w:rsidR="00B4759B" w:rsidRDefault="00B4759B" w:rsidP="00066DFB">
      <w:pPr>
        <w:numPr>
          <w:ilvl w:val="0"/>
          <w:numId w:val="3"/>
        </w:numPr>
        <w:ind w:left="284" w:hanging="218"/>
        <w:jc w:val="both"/>
        <w:rPr>
          <w:sz w:val="22"/>
          <w:szCs w:val="22"/>
        </w:rPr>
      </w:pPr>
      <w:r>
        <w:rPr>
          <w:sz w:val="24"/>
          <w:szCs w:val="24"/>
        </w:rPr>
        <w:t>Tabella riepilogativa dei</w:t>
      </w:r>
      <w:r w:rsidRPr="00720D8D">
        <w:rPr>
          <w:sz w:val="24"/>
          <w:szCs w:val="24"/>
        </w:rPr>
        <w:t xml:space="preserve"> titoli</w:t>
      </w:r>
      <w:r>
        <w:rPr>
          <w:sz w:val="24"/>
          <w:szCs w:val="24"/>
        </w:rPr>
        <w:t xml:space="preserve"> posseduti</w:t>
      </w:r>
    </w:p>
    <w:p w:rsidR="00B4759B" w:rsidRPr="00B5798B" w:rsidRDefault="00B4759B" w:rsidP="00066DFB">
      <w:pPr>
        <w:numPr>
          <w:ilvl w:val="0"/>
          <w:numId w:val="3"/>
        </w:numPr>
        <w:ind w:left="284" w:hanging="218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B5798B">
        <w:rPr>
          <w:sz w:val="22"/>
          <w:szCs w:val="22"/>
        </w:rPr>
        <w:t xml:space="preserve">utorizzazione dell’Ente pubblico di appartenenza (solo per i dipendenti pubblici). </w:t>
      </w:r>
    </w:p>
    <w:p w:rsidR="00B4759B" w:rsidRDefault="00B4759B" w:rsidP="00066DFB">
      <w:pPr>
        <w:tabs>
          <w:tab w:val="left" w:pos="1761"/>
        </w:tabs>
        <w:jc w:val="both"/>
        <w:rPr>
          <w:sz w:val="22"/>
          <w:szCs w:val="22"/>
        </w:rPr>
      </w:pPr>
    </w:p>
    <w:p w:rsidR="00B4759B" w:rsidRPr="00B5798B" w:rsidRDefault="00B4759B" w:rsidP="00066DFB">
      <w:pPr>
        <w:tabs>
          <w:tab w:val="left" w:pos="1761"/>
        </w:tabs>
        <w:jc w:val="both"/>
        <w:rPr>
          <w:sz w:val="22"/>
          <w:szCs w:val="22"/>
        </w:rPr>
      </w:pPr>
    </w:p>
    <w:p w:rsidR="00B4759B" w:rsidRPr="00B5798B" w:rsidRDefault="00B4759B" w:rsidP="00394A1A">
      <w:pPr>
        <w:tabs>
          <w:tab w:val="left" w:pos="1761"/>
          <w:tab w:val="center" w:pos="6946"/>
        </w:tabs>
        <w:spacing w:after="160"/>
        <w:jc w:val="both"/>
        <w:rPr>
          <w:sz w:val="22"/>
          <w:szCs w:val="22"/>
        </w:rPr>
      </w:pPr>
      <w:r w:rsidRPr="00B5798B">
        <w:rPr>
          <w:sz w:val="22"/>
          <w:szCs w:val="22"/>
        </w:rPr>
        <w:t>Data  __</w:t>
      </w:r>
      <w:r>
        <w:rPr>
          <w:sz w:val="22"/>
          <w:szCs w:val="22"/>
        </w:rPr>
        <w:t>____ / _______ / ________</w:t>
      </w:r>
      <w:r>
        <w:rPr>
          <w:sz w:val="22"/>
          <w:szCs w:val="22"/>
        </w:rPr>
        <w:tab/>
        <w:t>Firma</w:t>
      </w:r>
    </w:p>
    <w:p w:rsidR="00B4759B" w:rsidRDefault="00B4759B" w:rsidP="00394A1A">
      <w:pPr>
        <w:tabs>
          <w:tab w:val="center" w:pos="7371"/>
        </w:tabs>
        <w:jc w:val="both"/>
        <w:rPr>
          <w:sz w:val="22"/>
          <w:szCs w:val="22"/>
        </w:rPr>
      </w:pPr>
      <w:r w:rsidRPr="00B5798B">
        <w:rPr>
          <w:sz w:val="22"/>
          <w:szCs w:val="22"/>
        </w:rPr>
        <w:tab/>
        <w:t>_____________________________________________</w:t>
      </w:r>
    </w:p>
    <w:p w:rsidR="00B4759B" w:rsidRDefault="00B4759B" w:rsidP="00394A1A">
      <w:pPr>
        <w:tabs>
          <w:tab w:val="left" w:pos="1761"/>
        </w:tabs>
        <w:jc w:val="both"/>
        <w:rPr>
          <w:sz w:val="16"/>
          <w:szCs w:val="16"/>
        </w:rPr>
      </w:pPr>
    </w:p>
    <w:p w:rsidR="00B4759B" w:rsidRDefault="00B4759B" w:rsidP="00394A1A">
      <w:pPr>
        <w:tabs>
          <w:tab w:val="left" w:pos="1761"/>
        </w:tabs>
        <w:jc w:val="both"/>
        <w:rPr>
          <w:sz w:val="16"/>
          <w:szCs w:val="16"/>
        </w:rPr>
      </w:pPr>
    </w:p>
    <w:p w:rsidR="00B4759B" w:rsidRDefault="00B4759B" w:rsidP="00394A1A">
      <w:pPr>
        <w:tabs>
          <w:tab w:val="left" w:pos="1761"/>
        </w:tabs>
        <w:jc w:val="both"/>
      </w:pPr>
      <w:r w:rsidRPr="00394A1A">
        <w:rPr>
          <w:sz w:val="16"/>
          <w:szCs w:val="16"/>
        </w:rPr>
        <w:t>N.B.: La domanda priva di curriculum professionale ed autorizzazione dell’Ente pubblico di appartenenza (solo per i dipendenti pubblici) non</w:t>
      </w:r>
      <w:r>
        <w:rPr>
          <w:sz w:val="16"/>
          <w:szCs w:val="16"/>
        </w:rPr>
        <w:t xml:space="preserve"> verrà presa in considerazione.</w:t>
      </w:r>
    </w:p>
    <w:sectPr w:rsidR="00B4759B" w:rsidSect="00CF1D47">
      <w:pgSz w:w="11906" w:h="16838"/>
      <w:pgMar w:top="426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77713"/>
    <w:multiLevelType w:val="multilevel"/>
    <w:tmpl w:val="D778D3D6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2A721DCF"/>
    <w:multiLevelType w:val="multilevel"/>
    <w:tmpl w:val="743481D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33BA3672"/>
    <w:multiLevelType w:val="multilevel"/>
    <w:tmpl w:val="9FD8C3E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0661E4"/>
    <w:multiLevelType w:val="hybridMultilevel"/>
    <w:tmpl w:val="59523B0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7400946"/>
    <w:multiLevelType w:val="hybridMultilevel"/>
    <w:tmpl w:val="F2D69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6DFB"/>
    <w:rsid w:val="00006B62"/>
    <w:rsid w:val="00022D6A"/>
    <w:rsid w:val="00030B49"/>
    <w:rsid w:val="00031565"/>
    <w:rsid w:val="00033CBF"/>
    <w:rsid w:val="00034270"/>
    <w:rsid w:val="00042852"/>
    <w:rsid w:val="00047F7F"/>
    <w:rsid w:val="00056E63"/>
    <w:rsid w:val="00056F3E"/>
    <w:rsid w:val="00066DFB"/>
    <w:rsid w:val="000723D4"/>
    <w:rsid w:val="00075119"/>
    <w:rsid w:val="000919C7"/>
    <w:rsid w:val="00094CCD"/>
    <w:rsid w:val="000A3331"/>
    <w:rsid w:val="000A3B36"/>
    <w:rsid w:val="000A429C"/>
    <w:rsid w:val="000B17B3"/>
    <w:rsid w:val="000B462E"/>
    <w:rsid w:val="000C2C42"/>
    <w:rsid w:val="000C4653"/>
    <w:rsid w:val="000D0468"/>
    <w:rsid w:val="000D15A2"/>
    <w:rsid w:val="000D570C"/>
    <w:rsid w:val="000D62F2"/>
    <w:rsid w:val="000E0797"/>
    <w:rsid w:val="000E3CB6"/>
    <w:rsid w:val="000E6D54"/>
    <w:rsid w:val="0010263A"/>
    <w:rsid w:val="00105DF4"/>
    <w:rsid w:val="0011611E"/>
    <w:rsid w:val="00116620"/>
    <w:rsid w:val="00121FCB"/>
    <w:rsid w:val="00131C71"/>
    <w:rsid w:val="0013239B"/>
    <w:rsid w:val="0013570F"/>
    <w:rsid w:val="00136306"/>
    <w:rsid w:val="00154944"/>
    <w:rsid w:val="0016012F"/>
    <w:rsid w:val="00163DBD"/>
    <w:rsid w:val="00171F9B"/>
    <w:rsid w:val="0017363A"/>
    <w:rsid w:val="001918E2"/>
    <w:rsid w:val="0019471A"/>
    <w:rsid w:val="001A00D5"/>
    <w:rsid w:val="001A2EC6"/>
    <w:rsid w:val="001A3080"/>
    <w:rsid w:val="001D1355"/>
    <w:rsid w:val="001E0ECB"/>
    <w:rsid w:val="001E47A8"/>
    <w:rsid w:val="001F16A3"/>
    <w:rsid w:val="00215055"/>
    <w:rsid w:val="0022313C"/>
    <w:rsid w:val="00234800"/>
    <w:rsid w:val="0024395D"/>
    <w:rsid w:val="00254E00"/>
    <w:rsid w:val="0025759B"/>
    <w:rsid w:val="00274B3D"/>
    <w:rsid w:val="00277975"/>
    <w:rsid w:val="00292F54"/>
    <w:rsid w:val="002A388C"/>
    <w:rsid w:val="002A59AE"/>
    <w:rsid w:val="002B5306"/>
    <w:rsid w:val="002B74FA"/>
    <w:rsid w:val="002D4CC9"/>
    <w:rsid w:val="003008D9"/>
    <w:rsid w:val="00302117"/>
    <w:rsid w:val="00326B86"/>
    <w:rsid w:val="003324F8"/>
    <w:rsid w:val="00335F3C"/>
    <w:rsid w:val="003658B0"/>
    <w:rsid w:val="003738CE"/>
    <w:rsid w:val="00376BBB"/>
    <w:rsid w:val="00394A1A"/>
    <w:rsid w:val="003B3F7F"/>
    <w:rsid w:val="003B5440"/>
    <w:rsid w:val="003B651E"/>
    <w:rsid w:val="003C0340"/>
    <w:rsid w:val="003C6756"/>
    <w:rsid w:val="003D137C"/>
    <w:rsid w:val="003D754E"/>
    <w:rsid w:val="003E21B4"/>
    <w:rsid w:val="003E7675"/>
    <w:rsid w:val="00400CEE"/>
    <w:rsid w:val="00404B6C"/>
    <w:rsid w:val="00406894"/>
    <w:rsid w:val="00407AE5"/>
    <w:rsid w:val="0041469E"/>
    <w:rsid w:val="004226E5"/>
    <w:rsid w:val="00425A6E"/>
    <w:rsid w:val="0043007D"/>
    <w:rsid w:val="00433E13"/>
    <w:rsid w:val="0044305B"/>
    <w:rsid w:val="00456106"/>
    <w:rsid w:val="00467B1C"/>
    <w:rsid w:val="00482406"/>
    <w:rsid w:val="00482EF9"/>
    <w:rsid w:val="004830B8"/>
    <w:rsid w:val="0048336B"/>
    <w:rsid w:val="00492CE4"/>
    <w:rsid w:val="004947DB"/>
    <w:rsid w:val="00496574"/>
    <w:rsid w:val="004A0279"/>
    <w:rsid w:val="004A2919"/>
    <w:rsid w:val="004A3803"/>
    <w:rsid w:val="004A5A17"/>
    <w:rsid w:val="004A6F90"/>
    <w:rsid w:val="004B31E9"/>
    <w:rsid w:val="004B5665"/>
    <w:rsid w:val="004B5DE6"/>
    <w:rsid w:val="004C17FE"/>
    <w:rsid w:val="004D58FB"/>
    <w:rsid w:val="004F097B"/>
    <w:rsid w:val="004F3B75"/>
    <w:rsid w:val="004F423C"/>
    <w:rsid w:val="004F4CFA"/>
    <w:rsid w:val="0050341C"/>
    <w:rsid w:val="005048DD"/>
    <w:rsid w:val="00520D2C"/>
    <w:rsid w:val="00531BD6"/>
    <w:rsid w:val="00534EC7"/>
    <w:rsid w:val="005350FE"/>
    <w:rsid w:val="005409E6"/>
    <w:rsid w:val="00545DDC"/>
    <w:rsid w:val="005473FF"/>
    <w:rsid w:val="0055045A"/>
    <w:rsid w:val="0057745B"/>
    <w:rsid w:val="00585D59"/>
    <w:rsid w:val="00597AE2"/>
    <w:rsid w:val="005A0A1E"/>
    <w:rsid w:val="005C0B84"/>
    <w:rsid w:val="005C21B1"/>
    <w:rsid w:val="005E7A61"/>
    <w:rsid w:val="005F345A"/>
    <w:rsid w:val="00602EB4"/>
    <w:rsid w:val="00611B1D"/>
    <w:rsid w:val="00612424"/>
    <w:rsid w:val="006147B6"/>
    <w:rsid w:val="00616851"/>
    <w:rsid w:val="006229A6"/>
    <w:rsid w:val="00624E92"/>
    <w:rsid w:val="00627226"/>
    <w:rsid w:val="00630616"/>
    <w:rsid w:val="00636D3D"/>
    <w:rsid w:val="00644119"/>
    <w:rsid w:val="006467E6"/>
    <w:rsid w:val="00651D78"/>
    <w:rsid w:val="006638F0"/>
    <w:rsid w:val="00663C37"/>
    <w:rsid w:val="006648B2"/>
    <w:rsid w:val="00672C63"/>
    <w:rsid w:val="006768AA"/>
    <w:rsid w:val="00683ACC"/>
    <w:rsid w:val="0068762A"/>
    <w:rsid w:val="00692965"/>
    <w:rsid w:val="00694044"/>
    <w:rsid w:val="006979D7"/>
    <w:rsid w:val="006A281C"/>
    <w:rsid w:val="006A3AA1"/>
    <w:rsid w:val="006A50C1"/>
    <w:rsid w:val="006B3EE2"/>
    <w:rsid w:val="006B4A1B"/>
    <w:rsid w:val="006B4C2C"/>
    <w:rsid w:val="006D69F7"/>
    <w:rsid w:val="006F4109"/>
    <w:rsid w:val="006F6D4D"/>
    <w:rsid w:val="0070148E"/>
    <w:rsid w:val="0070511A"/>
    <w:rsid w:val="00720D8D"/>
    <w:rsid w:val="007241A4"/>
    <w:rsid w:val="00740454"/>
    <w:rsid w:val="00754F26"/>
    <w:rsid w:val="00767A85"/>
    <w:rsid w:val="007731E7"/>
    <w:rsid w:val="00774726"/>
    <w:rsid w:val="007754F1"/>
    <w:rsid w:val="00775BFD"/>
    <w:rsid w:val="00780D80"/>
    <w:rsid w:val="0078445C"/>
    <w:rsid w:val="007C542F"/>
    <w:rsid w:val="007D1AC4"/>
    <w:rsid w:val="007D1C59"/>
    <w:rsid w:val="007E2ADD"/>
    <w:rsid w:val="007E64D9"/>
    <w:rsid w:val="007F0AC1"/>
    <w:rsid w:val="007F0DB3"/>
    <w:rsid w:val="008120F0"/>
    <w:rsid w:val="00823971"/>
    <w:rsid w:val="008350E5"/>
    <w:rsid w:val="00841674"/>
    <w:rsid w:val="00846D76"/>
    <w:rsid w:val="00882E7C"/>
    <w:rsid w:val="00891458"/>
    <w:rsid w:val="008A7FE8"/>
    <w:rsid w:val="008B3DED"/>
    <w:rsid w:val="008B4975"/>
    <w:rsid w:val="008B7B13"/>
    <w:rsid w:val="008D1FD5"/>
    <w:rsid w:val="008D7989"/>
    <w:rsid w:val="008E3F00"/>
    <w:rsid w:val="008F67CA"/>
    <w:rsid w:val="0092407A"/>
    <w:rsid w:val="00931B34"/>
    <w:rsid w:val="0094276C"/>
    <w:rsid w:val="00943C12"/>
    <w:rsid w:val="00976B05"/>
    <w:rsid w:val="0098180F"/>
    <w:rsid w:val="00981D67"/>
    <w:rsid w:val="00991C93"/>
    <w:rsid w:val="009A7FC6"/>
    <w:rsid w:val="009B7B59"/>
    <w:rsid w:val="009C13C8"/>
    <w:rsid w:val="009D18B5"/>
    <w:rsid w:val="009D4794"/>
    <w:rsid w:val="009D500D"/>
    <w:rsid w:val="009F252F"/>
    <w:rsid w:val="009F36A5"/>
    <w:rsid w:val="009F542A"/>
    <w:rsid w:val="009F71FB"/>
    <w:rsid w:val="00A00217"/>
    <w:rsid w:val="00A0557F"/>
    <w:rsid w:val="00A1301E"/>
    <w:rsid w:val="00A15A7A"/>
    <w:rsid w:val="00A20FEF"/>
    <w:rsid w:val="00A404D4"/>
    <w:rsid w:val="00A64C73"/>
    <w:rsid w:val="00A838C7"/>
    <w:rsid w:val="00AA596D"/>
    <w:rsid w:val="00AB4E69"/>
    <w:rsid w:val="00AC4F41"/>
    <w:rsid w:val="00AD1844"/>
    <w:rsid w:val="00AF6452"/>
    <w:rsid w:val="00AF65A6"/>
    <w:rsid w:val="00B036E3"/>
    <w:rsid w:val="00B07220"/>
    <w:rsid w:val="00B15692"/>
    <w:rsid w:val="00B36AFF"/>
    <w:rsid w:val="00B4083D"/>
    <w:rsid w:val="00B40E97"/>
    <w:rsid w:val="00B4759B"/>
    <w:rsid w:val="00B5798B"/>
    <w:rsid w:val="00B72160"/>
    <w:rsid w:val="00B724BD"/>
    <w:rsid w:val="00B74C86"/>
    <w:rsid w:val="00B803CF"/>
    <w:rsid w:val="00B8661D"/>
    <w:rsid w:val="00B9014E"/>
    <w:rsid w:val="00BC0BEB"/>
    <w:rsid w:val="00BC528F"/>
    <w:rsid w:val="00BD3A96"/>
    <w:rsid w:val="00BE0C8D"/>
    <w:rsid w:val="00BE352A"/>
    <w:rsid w:val="00BF25B0"/>
    <w:rsid w:val="00C26346"/>
    <w:rsid w:val="00C4658D"/>
    <w:rsid w:val="00C70878"/>
    <w:rsid w:val="00C75598"/>
    <w:rsid w:val="00C82B47"/>
    <w:rsid w:val="00C874BA"/>
    <w:rsid w:val="00C92D17"/>
    <w:rsid w:val="00C958C8"/>
    <w:rsid w:val="00CA0BF2"/>
    <w:rsid w:val="00CB1A20"/>
    <w:rsid w:val="00CC09DD"/>
    <w:rsid w:val="00CC34E3"/>
    <w:rsid w:val="00CD6236"/>
    <w:rsid w:val="00CE11CF"/>
    <w:rsid w:val="00CF1D47"/>
    <w:rsid w:val="00CF46F1"/>
    <w:rsid w:val="00D36CAE"/>
    <w:rsid w:val="00D408E7"/>
    <w:rsid w:val="00D44433"/>
    <w:rsid w:val="00D45A8D"/>
    <w:rsid w:val="00D76B83"/>
    <w:rsid w:val="00D8616F"/>
    <w:rsid w:val="00DA7E06"/>
    <w:rsid w:val="00DB745B"/>
    <w:rsid w:val="00DC56B8"/>
    <w:rsid w:val="00DD2B89"/>
    <w:rsid w:val="00DF103F"/>
    <w:rsid w:val="00E06907"/>
    <w:rsid w:val="00E25ADD"/>
    <w:rsid w:val="00E549CB"/>
    <w:rsid w:val="00E736AB"/>
    <w:rsid w:val="00E74ACA"/>
    <w:rsid w:val="00E83877"/>
    <w:rsid w:val="00E972AB"/>
    <w:rsid w:val="00E97CC9"/>
    <w:rsid w:val="00EA6388"/>
    <w:rsid w:val="00EB2ADB"/>
    <w:rsid w:val="00EC0CF5"/>
    <w:rsid w:val="00EC1F1A"/>
    <w:rsid w:val="00EC545F"/>
    <w:rsid w:val="00ED19C1"/>
    <w:rsid w:val="00ED651E"/>
    <w:rsid w:val="00EE4337"/>
    <w:rsid w:val="00EE576B"/>
    <w:rsid w:val="00F053B4"/>
    <w:rsid w:val="00F1306B"/>
    <w:rsid w:val="00F15846"/>
    <w:rsid w:val="00F359DF"/>
    <w:rsid w:val="00F37276"/>
    <w:rsid w:val="00F45E1C"/>
    <w:rsid w:val="00F50D25"/>
    <w:rsid w:val="00F82DBA"/>
    <w:rsid w:val="00F9192F"/>
    <w:rsid w:val="00F952D3"/>
    <w:rsid w:val="00F978F0"/>
    <w:rsid w:val="00FA2BB5"/>
    <w:rsid w:val="00FA5BBC"/>
    <w:rsid w:val="00FA7C4C"/>
    <w:rsid w:val="00FC1F44"/>
    <w:rsid w:val="00FD32ED"/>
    <w:rsid w:val="00FF2271"/>
    <w:rsid w:val="00FF7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DF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4F4C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453</Words>
  <Characters>2583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Barbagallo</dc:creator>
  <cp:keywords/>
  <dc:description/>
  <cp:lastModifiedBy>utente</cp:lastModifiedBy>
  <cp:revision>12</cp:revision>
  <dcterms:created xsi:type="dcterms:W3CDTF">2010-11-05T18:03:00Z</dcterms:created>
  <dcterms:modified xsi:type="dcterms:W3CDTF">2010-11-11T09:02:00Z</dcterms:modified>
</cp:coreProperties>
</file>